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A835DF" w14:textId="2D683154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BF34BE">
        <w:rPr>
          <w:rFonts w:eastAsia="Times New Roman" w:cs="Times New Roman"/>
          <w:lang w:eastAsia="cs-CZ"/>
        </w:rPr>
        <w:t>4</w:t>
      </w:r>
      <w:r w:rsidR="0025546E">
        <w:rPr>
          <w:rFonts w:eastAsia="Times New Roman" w:cs="Times New Roman"/>
          <w:lang w:eastAsia="cs-CZ"/>
        </w:rPr>
        <w:t xml:space="preserve"> </w:t>
      </w:r>
      <w:r w:rsidR="00BF34BE">
        <w:rPr>
          <w:rFonts w:eastAsia="Times New Roman" w:cs="Times New Roman"/>
          <w:lang w:eastAsia="cs-CZ"/>
        </w:rPr>
        <w:t>Smlouvy o dílo</w:t>
      </w:r>
    </w:p>
    <w:p w14:paraId="3E278181" w14:textId="11392980" w:rsidR="003C4FBB" w:rsidRDefault="00867065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Seznam osob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57D07B99" w14:textId="46CDCD8A" w:rsidR="00867065" w:rsidRDefault="00867065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Tabulka č. 1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0"/>
        <w:gridCol w:w="3402"/>
        <w:gridCol w:w="4528"/>
      </w:tblGrid>
      <w:tr w:rsidR="001D656A" w14:paraId="503072B1" w14:textId="77777777" w:rsidTr="001D65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5EEF0783" w14:textId="7F764802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 xml:space="preserve">Č. </w:t>
            </w:r>
          </w:p>
        </w:tc>
        <w:tc>
          <w:tcPr>
            <w:tcW w:w="3402" w:type="dxa"/>
          </w:tcPr>
          <w:p w14:paraId="39AFF021" w14:textId="49766AE1" w:rsidR="001D656A" w:rsidRDefault="001D656A" w:rsidP="003C4FBB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Pozice</w:t>
            </w:r>
          </w:p>
        </w:tc>
        <w:tc>
          <w:tcPr>
            <w:tcW w:w="4528" w:type="dxa"/>
          </w:tcPr>
          <w:p w14:paraId="2D9BE1C1" w14:textId="0C8AAE1B" w:rsidR="001D656A" w:rsidRDefault="001D656A" w:rsidP="003C4FBB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Jméno a příjmení</w:t>
            </w:r>
          </w:p>
        </w:tc>
      </w:tr>
      <w:tr w:rsidR="001D656A" w14:paraId="60DA6E5D" w14:textId="77777777" w:rsidTr="001D65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062297AF" w14:textId="77B56783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1.</w:t>
            </w:r>
          </w:p>
        </w:tc>
        <w:tc>
          <w:tcPr>
            <w:tcW w:w="3402" w:type="dxa"/>
          </w:tcPr>
          <w:p w14:paraId="6DACD860" w14:textId="13001B43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Vedoucí pracovník pro stabilizaci železničního bodového pole (ŽBP)</w:t>
            </w:r>
          </w:p>
        </w:tc>
        <w:tc>
          <w:tcPr>
            <w:tcW w:w="4528" w:type="dxa"/>
          </w:tcPr>
          <w:p w14:paraId="1AF5C02E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0F23308F" w14:textId="77777777" w:rsidTr="001D65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43BC641E" w14:textId="05511749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2.</w:t>
            </w:r>
          </w:p>
        </w:tc>
        <w:tc>
          <w:tcPr>
            <w:tcW w:w="3402" w:type="dxa"/>
          </w:tcPr>
          <w:p w14:paraId="36C8D4D4" w14:textId="7821CCD8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Vedoucí pracovník pro stabilizaci železničního bodového pole (ŽBP)</w:t>
            </w:r>
          </w:p>
        </w:tc>
        <w:tc>
          <w:tcPr>
            <w:tcW w:w="4528" w:type="dxa"/>
          </w:tcPr>
          <w:p w14:paraId="5199AA32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4E3F70B6" w14:textId="77777777" w:rsidTr="00DC2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0" w:type="dxa"/>
            <w:gridSpan w:val="3"/>
          </w:tcPr>
          <w:p w14:paraId="3CB03073" w14:textId="77777777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69BAD2A6" w14:textId="77777777" w:rsidTr="001D65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64F11892" w14:textId="12F70764" w:rsidR="001D656A" w:rsidRDefault="001D656A" w:rsidP="00867065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1.</w:t>
            </w:r>
          </w:p>
        </w:tc>
        <w:tc>
          <w:tcPr>
            <w:tcW w:w="3402" w:type="dxa"/>
          </w:tcPr>
          <w:p w14:paraId="540AA31B" w14:textId="2D59B13C" w:rsidR="001D656A" w:rsidRDefault="001D656A" w:rsidP="00867065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Vedoucí pracovník pro měření železničního bodového pole (ŽBP)</w:t>
            </w:r>
          </w:p>
        </w:tc>
        <w:tc>
          <w:tcPr>
            <w:tcW w:w="4528" w:type="dxa"/>
          </w:tcPr>
          <w:p w14:paraId="372035C0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314C50D6" w14:textId="77777777" w:rsidTr="001D65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498B0F75" w14:textId="181AF258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2.</w:t>
            </w:r>
          </w:p>
        </w:tc>
        <w:tc>
          <w:tcPr>
            <w:tcW w:w="3402" w:type="dxa"/>
          </w:tcPr>
          <w:p w14:paraId="3F302A95" w14:textId="6E9473A4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Vedoucí pracovník pro měření železničního bodového pole (ŽBP)</w:t>
            </w:r>
          </w:p>
        </w:tc>
        <w:tc>
          <w:tcPr>
            <w:tcW w:w="4528" w:type="dxa"/>
          </w:tcPr>
          <w:p w14:paraId="35DE6EC5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6AED0A43" w14:textId="77777777" w:rsidTr="001D65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11A95A5E" w14:textId="5CCFD16A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3.</w:t>
            </w:r>
          </w:p>
        </w:tc>
        <w:tc>
          <w:tcPr>
            <w:tcW w:w="3402" w:type="dxa"/>
          </w:tcPr>
          <w:p w14:paraId="57C5F057" w14:textId="50255755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Vedoucí pracovník pro měření železničního bodového pole (ŽBP)</w:t>
            </w:r>
          </w:p>
        </w:tc>
        <w:tc>
          <w:tcPr>
            <w:tcW w:w="4528" w:type="dxa"/>
          </w:tcPr>
          <w:p w14:paraId="5FA22833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6CC7D5B8" w14:textId="77777777" w:rsidTr="001D65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79CBF309" w14:textId="2BA1B93C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4.</w:t>
            </w:r>
          </w:p>
        </w:tc>
        <w:tc>
          <w:tcPr>
            <w:tcW w:w="3402" w:type="dxa"/>
          </w:tcPr>
          <w:p w14:paraId="22AF8F19" w14:textId="4394425A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Vedoucí pracovník pro měření železničního bodového pole (ŽBP)</w:t>
            </w:r>
          </w:p>
        </w:tc>
        <w:tc>
          <w:tcPr>
            <w:tcW w:w="4528" w:type="dxa"/>
          </w:tcPr>
          <w:p w14:paraId="44117525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76769E10" w14:textId="77777777" w:rsidTr="001D65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0E7371F8" w14:textId="764BF195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5.</w:t>
            </w:r>
          </w:p>
        </w:tc>
        <w:tc>
          <w:tcPr>
            <w:tcW w:w="3402" w:type="dxa"/>
          </w:tcPr>
          <w:p w14:paraId="495EE669" w14:textId="29C254CF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Vedoucí pracovník pro měření železničního bodového pole (ŽBP)</w:t>
            </w:r>
          </w:p>
        </w:tc>
        <w:tc>
          <w:tcPr>
            <w:tcW w:w="4528" w:type="dxa"/>
          </w:tcPr>
          <w:p w14:paraId="58BA19A4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3BF53260" w14:textId="77777777" w:rsidTr="001D65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46E20068" w14:textId="5A7FE992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6.</w:t>
            </w:r>
          </w:p>
        </w:tc>
        <w:tc>
          <w:tcPr>
            <w:tcW w:w="3402" w:type="dxa"/>
          </w:tcPr>
          <w:p w14:paraId="141CDBF1" w14:textId="1F3C4212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Vedoucí pracovník pro měření železničního bodového pole (ŽBP)</w:t>
            </w:r>
          </w:p>
        </w:tc>
        <w:tc>
          <w:tcPr>
            <w:tcW w:w="4528" w:type="dxa"/>
          </w:tcPr>
          <w:p w14:paraId="322E796E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3430B781" w14:textId="77777777" w:rsidTr="001D65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2F1CF028" w14:textId="78307D66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7.</w:t>
            </w:r>
          </w:p>
        </w:tc>
        <w:tc>
          <w:tcPr>
            <w:tcW w:w="3402" w:type="dxa"/>
          </w:tcPr>
          <w:p w14:paraId="489A564E" w14:textId="65BF8135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Vedoucí pracovník pro měření železničního bodového pole (ŽBP)</w:t>
            </w:r>
          </w:p>
        </w:tc>
        <w:tc>
          <w:tcPr>
            <w:tcW w:w="4528" w:type="dxa"/>
          </w:tcPr>
          <w:p w14:paraId="63EDC879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4FA233E9" w14:textId="77777777" w:rsidTr="001D65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2892AEAF" w14:textId="77479974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8.</w:t>
            </w:r>
          </w:p>
        </w:tc>
        <w:tc>
          <w:tcPr>
            <w:tcW w:w="3402" w:type="dxa"/>
          </w:tcPr>
          <w:p w14:paraId="4BFC98C5" w14:textId="7ECCB1D5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Vedoucí pracovník pro měření železničního bodového pole (ŽBP)</w:t>
            </w:r>
          </w:p>
        </w:tc>
        <w:tc>
          <w:tcPr>
            <w:tcW w:w="4528" w:type="dxa"/>
          </w:tcPr>
          <w:p w14:paraId="347D8D4B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64F62FCA" w14:textId="77777777" w:rsidTr="000729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0" w:type="dxa"/>
            <w:gridSpan w:val="3"/>
          </w:tcPr>
          <w:p w14:paraId="68642541" w14:textId="77777777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7D60109A" w14:textId="77777777" w:rsidTr="001D65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2844A187" w14:textId="28832D10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1.</w:t>
            </w:r>
          </w:p>
        </w:tc>
        <w:tc>
          <w:tcPr>
            <w:tcW w:w="3402" w:type="dxa"/>
          </w:tcPr>
          <w:p w14:paraId="1AD0968F" w14:textId="3C6C24B4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Osoba pro měření železničního bodového pole (ŽBP)</w:t>
            </w:r>
          </w:p>
        </w:tc>
        <w:tc>
          <w:tcPr>
            <w:tcW w:w="4528" w:type="dxa"/>
          </w:tcPr>
          <w:p w14:paraId="4F2C9BC1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4F3E189B" w14:textId="77777777" w:rsidTr="001D65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47015BBD" w14:textId="4B6486AB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2.</w:t>
            </w:r>
          </w:p>
        </w:tc>
        <w:tc>
          <w:tcPr>
            <w:tcW w:w="3402" w:type="dxa"/>
          </w:tcPr>
          <w:p w14:paraId="6969EDD0" w14:textId="153CBCF1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Osoba pro měření železničního bodového pole (ŽBP)</w:t>
            </w:r>
          </w:p>
        </w:tc>
        <w:tc>
          <w:tcPr>
            <w:tcW w:w="4528" w:type="dxa"/>
          </w:tcPr>
          <w:p w14:paraId="1FD526CC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6B4BCB1D" w14:textId="77777777" w:rsidTr="001D65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3B9FE661" w14:textId="6A8F2F60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3.</w:t>
            </w:r>
          </w:p>
        </w:tc>
        <w:tc>
          <w:tcPr>
            <w:tcW w:w="3402" w:type="dxa"/>
          </w:tcPr>
          <w:p w14:paraId="1C42CA80" w14:textId="5629299D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Osoba pro měření železničního bodového pole (ŽBP)</w:t>
            </w:r>
          </w:p>
        </w:tc>
        <w:tc>
          <w:tcPr>
            <w:tcW w:w="4528" w:type="dxa"/>
          </w:tcPr>
          <w:p w14:paraId="495F6252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442EDBFC" w14:textId="77777777" w:rsidTr="001D65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7A3CB2E3" w14:textId="12196D3D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4.</w:t>
            </w:r>
          </w:p>
        </w:tc>
        <w:tc>
          <w:tcPr>
            <w:tcW w:w="3402" w:type="dxa"/>
          </w:tcPr>
          <w:p w14:paraId="55BC03E1" w14:textId="042E517E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Osoba pro měření železničního bodového pole (ŽBP)</w:t>
            </w:r>
          </w:p>
        </w:tc>
        <w:tc>
          <w:tcPr>
            <w:tcW w:w="4528" w:type="dxa"/>
          </w:tcPr>
          <w:p w14:paraId="28EDC1C1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18C92783" w14:textId="77777777" w:rsidTr="001D65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0963DE9B" w14:textId="74807E32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5.</w:t>
            </w:r>
          </w:p>
        </w:tc>
        <w:tc>
          <w:tcPr>
            <w:tcW w:w="3402" w:type="dxa"/>
          </w:tcPr>
          <w:p w14:paraId="54BA2857" w14:textId="7FF8FFFF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Osoba pro měření železničního bodového pole (ŽBP)</w:t>
            </w:r>
          </w:p>
        </w:tc>
        <w:tc>
          <w:tcPr>
            <w:tcW w:w="4528" w:type="dxa"/>
          </w:tcPr>
          <w:p w14:paraId="04AA6AA0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0F07A3CA" w14:textId="77777777" w:rsidTr="001D65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0BEE5294" w14:textId="0076377C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6.</w:t>
            </w:r>
          </w:p>
        </w:tc>
        <w:tc>
          <w:tcPr>
            <w:tcW w:w="3402" w:type="dxa"/>
          </w:tcPr>
          <w:p w14:paraId="77FD8695" w14:textId="0E81E6CE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Osoba pro měření železničního bodového pole (ŽBP)</w:t>
            </w:r>
          </w:p>
        </w:tc>
        <w:tc>
          <w:tcPr>
            <w:tcW w:w="4528" w:type="dxa"/>
          </w:tcPr>
          <w:p w14:paraId="5420F298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17B30DCF" w14:textId="77777777" w:rsidTr="001D65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23B910B9" w14:textId="523B3223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7.</w:t>
            </w:r>
          </w:p>
        </w:tc>
        <w:tc>
          <w:tcPr>
            <w:tcW w:w="3402" w:type="dxa"/>
          </w:tcPr>
          <w:p w14:paraId="33232572" w14:textId="28802868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Osoba pro měření železničního bodového pole (ŽBP)</w:t>
            </w:r>
          </w:p>
        </w:tc>
        <w:tc>
          <w:tcPr>
            <w:tcW w:w="4528" w:type="dxa"/>
          </w:tcPr>
          <w:p w14:paraId="66604E91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20167FAF" w14:textId="77777777" w:rsidTr="001D65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17A2643D" w14:textId="4062D69F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8.</w:t>
            </w:r>
          </w:p>
        </w:tc>
        <w:tc>
          <w:tcPr>
            <w:tcW w:w="3402" w:type="dxa"/>
          </w:tcPr>
          <w:p w14:paraId="4B257EB6" w14:textId="579AE0C4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Osoba pro měření železničního bodového pole (ŽBP)</w:t>
            </w:r>
          </w:p>
        </w:tc>
        <w:tc>
          <w:tcPr>
            <w:tcW w:w="4528" w:type="dxa"/>
          </w:tcPr>
          <w:p w14:paraId="787AF504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42DF21C7" w14:textId="77777777" w:rsidTr="001D65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3F7530D3" w14:textId="2AD05DD1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9.</w:t>
            </w:r>
          </w:p>
        </w:tc>
        <w:tc>
          <w:tcPr>
            <w:tcW w:w="3402" w:type="dxa"/>
          </w:tcPr>
          <w:p w14:paraId="1A2D1F57" w14:textId="6BADA7E0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Osoba pro měření železničního bodového pole (ŽBP)</w:t>
            </w:r>
          </w:p>
        </w:tc>
        <w:tc>
          <w:tcPr>
            <w:tcW w:w="4528" w:type="dxa"/>
          </w:tcPr>
          <w:p w14:paraId="5017FA03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30B28052" w14:textId="77777777" w:rsidTr="001D65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3C561244" w14:textId="16ABDC6A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10.</w:t>
            </w:r>
          </w:p>
        </w:tc>
        <w:tc>
          <w:tcPr>
            <w:tcW w:w="3402" w:type="dxa"/>
          </w:tcPr>
          <w:p w14:paraId="539437EA" w14:textId="000E3311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Osoba pro měření železničního bodového pole (ŽBP)</w:t>
            </w:r>
          </w:p>
        </w:tc>
        <w:tc>
          <w:tcPr>
            <w:tcW w:w="4528" w:type="dxa"/>
          </w:tcPr>
          <w:p w14:paraId="7831FC8C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5A8C57EC" w14:textId="77777777" w:rsidTr="001D65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44F374C3" w14:textId="5A339EE8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11.</w:t>
            </w:r>
          </w:p>
        </w:tc>
        <w:tc>
          <w:tcPr>
            <w:tcW w:w="3402" w:type="dxa"/>
          </w:tcPr>
          <w:p w14:paraId="4AD32CCA" w14:textId="3BC9BBDD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Osoba pro měření železničního bodového pole (ŽBP)</w:t>
            </w:r>
          </w:p>
        </w:tc>
        <w:tc>
          <w:tcPr>
            <w:tcW w:w="4528" w:type="dxa"/>
          </w:tcPr>
          <w:p w14:paraId="226A13F5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3093AADA" w14:textId="77777777" w:rsidTr="001D65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5515E23C" w14:textId="0964004D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12.</w:t>
            </w:r>
          </w:p>
        </w:tc>
        <w:tc>
          <w:tcPr>
            <w:tcW w:w="3402" w:type="dxa"/>
          </w:tcPr>
          <w:p w14:paraId="4394E80C" w14:textId="4538D8F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Osoba pro měření železničního bodového pole (ŽBP)</w:t>
            </w:r>
          </w:p>
        </w:tc>
        <w:tc>
          <w:tcPr>
            <w:tcW w:w="4528" w:type="dxa"/>
          </w:tcPr>
          <w:p w14:paraId="4296DC71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2D01FD65" w14:textId="77777777" w:rsidTr="001D65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2C0E31D5" w14:textId="5C6C5187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13.</w:t>
            </w:r>
          </w:p>
        </w:tc>
        <w:tc>
          <w:tcPr>
            <w:tcW w:w="3402" w:type="dxa"/>
          </w:tcPr>
          <w:p w14:paraId="379A7A8B" w14:textId="30E84E61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 xml:space="preserve">Osoba pro měření železničního bodového pole </w:t>
            </w:r>
            <w:r>
              <w:rPr>
                <w:rFonts w:eastAsia="Times New Roman" w:cs="Times New Roman"/>
                <w:lang w:eastAsia="cs-CZ"/>
              </w:rPr>
              <w:lastRenderedPageBreak/>
              <w:t>(ŽBP)</w:t>
            </w:r>
          </w:p>
        </w:tc>
        <w:tc>
          <w:tcPr>
            <w:tcW w:w="4528" w:type="dxa"/>
          </w:tcPr>
          <w:p w14:paraId="3C5BE8E2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0EB0BC3C" w14:textId="77777777" w:rsidTr="001D65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41AD357A" w14:textId="5665C772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lastRenderedPageBreak/>
              <w:t>14.</w:t>
            </w:r>
          </w:p>
        </w:tc>
        <w:tc>
          <w:tcPr>
            <w:tcW w:w="3402" w:type="dxa"/>
          </w:tcPr>
          <w:p w14:paraId="2CE95766" w14:textId="5B13A020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Osoba pro měření železničního bodového pole (ŽBP)</w:t>
            </w:r>
          </w:p>
        </w:tc>
        <w:tc>
          <w:tcPr>
            <w:tcW w:w="4528" w:type="dxa"/>
          </w:tcPr>
          <w:p w14:paraId="0ECAA1E0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63C22F13" w14:textId="77777777" w:rsidTr="001D65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  <w:tcBorders>
              <w:bottom w:val="single" w:sz="2" w:space="0" w:color="auto"/>
            </w:tcBorders>
          </w:tcPr>
          <w:p w14:paraId="2D320391" w14:textId="19A147E5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15.</w:t>
            </w:r>
          </w:p>
        </w:tc>
        <w:tc>
          <w:tcPr>
            <w:tcW w:w="3402" w:type="dxa"/>
            <w:tcBorders>
              <w:bottom w:val="single" w:sz="2" w:space="0" w:color="auto"/>
            </w:tcBorders>
          </w:tcPr>
          <w:p w14:paraId="72BFAD3C" w14:textId="1AF2D101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Osoba pro měření železničního bodového pole (ŽBP)</w:t>
            </w:r>
          </w:p>
        </w:tc>
        <w:tc>
          <w:tcPr>
            <w:tcW w:w="4528" w:type="dxa"/>
            <w:tcBorders>
              <w:bottom w:val="single" w:sz="2" w:space="0" w:color="auto"/>
            </w:tcBorders>
          </w:tcPr>
          <w:p w14:paraId="3E65D5A7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7CF8230E" w14:textId="77777777" w:rsidTr="001D65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  <w:tcBorders>
              <w:top w:val="single" w:sz="2" w:space="0" w:color="auto"/>
              <w:bottom w:val="single" w:sz="4" w:space="0" w:color="auto"/>
            </w:tcBorders>
          </w:tcPr>
          <w:p w14:paraId="2B94C9B7" w14:textId="5B4FC9BF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16.</w:t>
            </w:r>
          </w:p>
        </w:tc>
        <w:tc>
          <w:tcPr>
            <w:tcW w:w="3402" w:type="dxa"/>
            <w:tcBorders>
              <w:top w:val="single" w:sz="2" w:space="0" w:color="auto"/>
              <w:bottom w:val="single" w:sz="4" w:space="0" w:color="auto"/>
            </w:tcBorders>
          </w:tcPr>
          <w:p w14:paraId="060B34D8" w14:textId="7048E3FC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Osoba pro měření železničního bodového pole (ŽBP)</w:t>
            </w:r>
          </w:p>
        </w:tc>
        <w:tc>
          <w:tcPr>
            <w:tcW w:w="4528" w:type="dxa"/>
            <w:tcBorders>
              <w:top w:val="single" w:sz="2" w:space="0" w:color="auto"/>
              <w:bottom w:val="single" w:sz="4" w:space="0" w:color="auto"/>
            </w:tcBorders>
          </w:tcPr>
          <w:p w14:paraId="76F70141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</w:tbl>
    <w:p w14:paraId="405638CC" w14:textId="77777777" w:rsidR="00867065" w:rsidRDefault="00867065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2D4E39" w14:textId="77777777" w:rsidR="001D656A" w:rsidRDefault="001D656A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bookmarkStart w:id="0" w:name="_GoBack"/>
      <w:bookmarkEnd w:id="0"/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312BA8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F02935" w14:textId="77777777" w:rsidR="0066580F" w:rsidRDefault="0066580F" w:rsidP="00962258">
      <w:pPr>
        <w:spacing w:after="0" w:line="240" w:lineRule="auto"/>
      </w:pPr>
      <w:r>
        <w:separator/>
      </w:r>
    </w:p>
  </w:endnote>
  <w:endnote w:type="continuationSeparator" w:id="0">
    <w:p w14:paraId="6958A616" w14:textId="77777777" w:rsidR="0066580F" w:rsidRDefault="0066580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9242E9" w14:textId="77777777" w:rsidR="005E2D02" w:rsidRDefault="005E2D0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F34B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F34B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CE3309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17A139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46E6B22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F34B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F34B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264C4CFB" w:rsidR="00F1715C" w:rsidRDefault="00AE37F4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549F81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73A41A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D74A3F" w14:textId="77777777" w:rsidR="0066580F" w:rsidRDefault="0066580F" w:rsidP="00962258">
      <w:pPr>
        <w:spacing w:after="0" w:line="240" w:lineRule="auto"/>
      </w:pPr>
      <w:r>
        <w:separator/>
      </w:r>
    </w:p>
  </w:footnote>
  <w:footnote w:type="continuationSeparator" w:id="0">
    <w:p w14:paraId="5F21A846" w14:textId="77777777" w:rsidR="0066580F" w:rsidRDefault="0066580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339FB" w14:textId="77777777" w:rsidR="005E2D02" w:rsidRDefault="005E2D0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8F22E" w14:textId="4C80DEEF" w:rsidR="00F1715C" w:rsidRDefault="005E2D02" w:rsidP="005E2D02">
    <w:pPr>
      <w:pStyle w:val="Zhlav"/>
      <w:jc w:val="center"/>
      <w:rPr>
        <w:sz w:val="8"/>
        <w:szCs w:val="8"/>
      </w:rPr>
    </w:pPr>
    <w:r>
      <w:rPr>
        <w:noProof/>
        <w:lang w:eastAsia="cs-CZ"/>
      </w:rPr>
      <w:drawing>
        <wp:inline distT="0" distB="0" distL="0" distR="0" wp14:anchorId="06F55B4F" wp14:editId="0DBC8912">
          <wp:extent cx="1248442" cy="720000"/>
          <wp:effectExtent l="0" t="0" r="0" b="4445"/>
          <wp:docPr id="5" name="Obrázek 5" descr="C:\Users\SirokaA\Desktop\SFDI logo\malé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SirokaA\Desktop\SFDI logo\malé\JPG\logo-barv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8442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E320D4" w14:textId="77777777" w:rsidR="005E2D02" w:rsidRDefault="005E2D02">
    <w:pPr>
      <w:pStyle w:val="Zhlav"/>
      <w:rPr>
        <w:sz w:val="8"/>
        <w:szCs w:val="8"/>
      </w:rPr>
    </w:pPr>
  </w:p>
  <w:p w14:paraId="686F1BB6" w14:textId="77777777" w:rsidR="005E2D02" w:rsidRPr="00D6163D" w:rsidRDefault="005E2D02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27084"/>
    <w:rsid w:val="00072C1E"/>
    <w:rsid w:val="000810D4"/>
    <w:rsid w:val="000E23A7"/>
    <w:rsid w:val="0010693F"/>
    <w:rsid w:val="00114472"/>
    <w:rsid w:val="001550BC"/>
    <w:rsid w:val="001605B9"/>
    <w:rsid w:val="00170EC5"/>
    <w:rsid w:val="001747C1"/>
    <w:rsid w:val="00184743"/>
    <w:rsid w:val="001D656A"/>
    <w:rsid w:val="00207DF5"/>
    <w:rsid w:val="00220CB2"/>
    <w:rsid w:val="0025546E"/>
    <w:rsid w:val="00280E07"/>
    <w:rsid w:val="002C31BF"/>
    <w:rsid w:val="002D08B1"/>
    <w:rsid w:val="002E0CD7"/>
    <w:rsid w:val="00341DCF"/>
    <w:rsid w:val="00357BC6"/>
    <w:rsid w:val="003956C6"/>
    <w:rsid w:val="003B4A9C"/>
    <w:rsid w:val="003C4FBB"/>
    <w:rsid w:val="004136C9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60AD"/>
    <w:rsid w:val="00523EA7"/>
    <w:rsid w:val="00553375"/>
    <w:rsid w:val="00557C28"/>
    <w:rsid w:val="005736B7"/>
    <w:rsid w:val="00575E5A"/>
    <w:rsid w:val="005E2D02"/>
    <w:rsid w:val="005F1404"/>
    <w:rsid w:val="0061068E"/>
    <w:rsid w:val="00660AD3"/>
    <w:rsid w:val="0066580F"/>
    <w:rsid w:val="00677B7F"/>
    <w:rsid w:val="006A5570"/>
    <w:rsid w:val="006A689C"/>
    <w:rsid w:val="006B3D79"/>
    <w:rsid w:val="006C679D"/>
    <w:rsid w:val="006D7AFE"/>
    <w:rsid w:val="006E0578"/>
    <w:rsid w:val="006E314D"/>
    <w:rsid w:val="00710723"/>
    <w:rsid w:val="00716FC2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67065"/>
    <w:rsid w:val="00886D4B"/>
    <w:rsid w:val="00895406"/>
    <w:rsid w:val="008A3568"/>
    <w:rsid w:val="008D03B9"/>
    <w:rsid w:val="008F18D6"/>
    <w:rsid w:val="00904780"/>
    <w:rsid w:val="009153D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37F4"/>
    <w:rsid w:val="00B15D0D"/>
    <w:rsid w:val="00B61AE0"/>
    <w:rsid w:val="00B75EE1"/>
    <w:rsid w:val="00B77481"/>
    <w:rsid w:val="00B8518B"/>
    <w:rsid w:val="00BD7E91"/>
    <w:rsid w:val="00BF34BE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76F3C"/>
    <w:rsid w:val="00D831A3"/>
    <w:rsid w:val="00DC75F3"/>
    <w:rsid w:val="00DD46F3"/>
    <w:rsid w:val="00DE56F2"/>
    <w:rsid w:val="00DF116D"/>
    <w:rsid w:val="00E36C4A"/>
    <w:rsid w:val="00E37925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3488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D6909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546E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546E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546E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546E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BB000F6-C26D-4DE7-B779-849732164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240</Words>
  <Characters>1420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Zachová Tereza, Ing.</cp:lastModifiedBy>
  <cp:revision>3</cp:revision>
  <cp:lastPrinted>2017-11-28T17:18:00Z</cp:lastPrinted>
  <dcterms:created xsi:type="dcterms:W3CDTF">2021-04-20T09:46:00Z</dcterms:created>
  <dcterms:modified xsi:type="dcterms:W3CDTF">2021-04-20T09:46:00Z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